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BA846" w14:textId="77777777" w:rsidR="00826B7B" w:rsidRDefault="00B204E3" w:rsidP="00B204E3">
      <w:pPr>
        <w:pStyle w:val="Titul1"/>
      </w:pPr>
      <w:r>
        <w:t>Dopis nabídky</w:t>
      </w:r>
    </w:p>
    <w:p w14:paraId="7E734591" w14:textId="375AC5D0" w:rsidR="00EB46E5" w:rsidRPr="00BF54FE" w:rsidRDefault="00B204E3" w:rsidP="00BF54FE">
      <w:pPr>
        <w:pStyle w:val="Titul2"/>
      </w:pPr>
      <w:r>
        <w:t>Název zakázky: „</w:t>
      </w:r>
      <w:r w:rsidR="00A97AB6" w:rsidRPr="00A97AB6">
        <w:t>Rekonstrukce výpravní budovy v žst. Mladá Boleslav hl.n.</w:t>
      </w:r>
      <w:r>
        <w:t>“</w:t>
      </w:r>
      <w:r w:rsidR="00232000" w:rsidRPr="00BF54FE">
        <w:t xml:space="preserve"> </w:t>
      </w:r>
    </w:p>
    <w:p w14:paraId="2740B819" w14:textId="77777777" w:rsidR="009226C1" w:rsidRDefault="009226C1" w:rsidP="00B204E3">
      <w:pPr>
        <w:pStyle w:val="Textbezodsazen"/>
      </w:pPr>
    </w:p>
    <w:p w14:paraId="78E36AA0" w14:textId="27D31855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477E6A45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57BFB381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70563EEA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37B89C28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404B7BD4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2ADA50EE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145F76EE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2D625257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2FFDB131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3283799F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78DD93E9" w14:textId="77777777"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14:paraId="678058F7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41E1D75E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1010109C" w14:textId="77777777"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14:paraId="5359F3E2" w14:textId="77777777" w:rsidR="00A5674E" w:rsidRDefault="00A5674E" w:rsidP="00A5674E">
      <w:pPr>
        <w:pStyle w:val="Textbezodsazen"/>
      </w:pPr>
    </w:p>
    <w:p w14:paraId="3CEDFC52" w14:textId="77777777" w:rsidR="000E6ABE" w:rsidRDefault="000E6ABE" w:rsidP="00A5674E">
      <w:pPr>
        <w:pStyle w:val="Textbezodsazen"/>
      </w:pPr>
    </w:p>
    <w:p w14:paraId="10F599C1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39182AED" w14:textId="77777777" w:rsidR="000E6ABE" w:rsidRDefault="000E6ABE" w:rsidP="000E6ABE">
      <w:pPr>
        <w:pStyle w:val="Textbezodsazen"/>
        <w:jc w:val="left"/>
      </w:pPr>
    </w:p>
    <w:p w14:paraId="6F338735" w14:textId="77777777" w:rsidR="000E6ABE" w:rsidRDefault="000E6ABE" w:rsidP="000E6ABE">
      <w:pPr>
        <w:pStyle w:val="Textbezodsazen"/>
        <w:jc w:val="left"/>
      </w:pPr>
    </w:p>
    <w:p w14:paraId="26D6F68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1FBCD06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9937860" w14:textId="77777777" w:rsidR="00A5674E" w:rsidRDefault="00A5674E" w:rsidP="00A5674E">
      <w:pPr>
        <w:pStyle w:val="Textbezodsazen"/>
      </w:pPr>
    </w:p>
    <w:p w14:paraId="197DD1DF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0AE90712" w14:textId="77777777"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14:paraId="28C0F3B7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0D527379" w14:textId="77777777" w:rsidR="00A5674E" w:rsidRDefault="00A5674E" w:rsidP="00A5674E">
      <w:pPr>
        <w:pStyle w:val="Textbezodsazen"/>
      </w:pPr>
    </w:p>
    <w:p w14:paraId="2F24A114" w14:textId="77777777" w:rsidR="00A5674E" w:rsidRDefault="00A5674E" w:rsidP="00A5674E">
      <w:pPr>
        <w:pStyle w:val="Textbezodsazen"/>
      </w:pPr>
    </w:p>
    <w:p w14:paraId="2B4457FB" w14:textId="77777777" w:rsidR="00A5674E" w:rsidRDefault="00A5674E" w:rsidP="00A5674E">
      <w:pPr>
        <w:pStyle w:val="Textbezodsazen"/>
      </w:pPr>
      <w:r>
        <w:t>za Zhotovitele</w:t>
      </w:r>
    </w:p>
    <w:p w14:paraId="77EFF83F" w14:textId="77777777" w:rsidR="00A5674E" w:rsidRDefault="00A5674E" w:rsidP="00A5674E">
      <w:pPr>
        <w:pStyle w:val="Textbezodsazen"/>
      </w:pPr>
    </w:p>
    <w:p w14:paraId="4C136E57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207CD759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705E3FB4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E88DF" w14:textId="77777777" w:rsidR="008F5D2C" w:rsidRDefault="008F5D2C" w:rsidP="00962258">
      <w:pPr>
        <w:spacing w:after="0" w:line="240" w:lineRule="auto"/>
      </w:pPr>
      <w:r>
        <w:separator/>
      </w:r>
    </w:p>
  </w:endnote>
  <w:endnote w:type="continuationSeparator" w:id="0">
    <w:p w14:paraId="2C327005" w14:textId="77777777" w:rsidR="008F5D2C" w:rsidRDefault="008F5D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27E6E53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6184C816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3DFCD793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FF52FE6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4CF2C620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D566A8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2742E909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18A79AE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DD9AD4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0503F0FD" wp14:editId="0340CC7E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16B7A">
      <w:rPr>
        <w:sz w:val="4"/>
        <w:szCs w:val="4"/>
      </w:rPr>
      <w:tab/>
    </w:r>
    <w:r w:rsidR="00616B7A">
      <w:rPr>
        <w:sz w:val="4"/>
        <w:szCs w:val="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41860" w14:textId="77777777" w:rsidR="008F5D2C" w:rsidRDefault="008F5D2C" w:rsidP="00962258">
      <w:pPr>
        <w:spacing w:after="0" w:line="240" w:lineRule="auto"/>
      </w:pPr>
      <w:r>
        <w:separator/>
      </w:r>
    </w:p>
  </w:footnote>
  <w:footnote w:type="continuationSeparator" w:id="0">
    <w:p w14:paraId="3797EC71" w14:textId="77777777" w:rsidR="008F5D2C" w:rsidRDefault="008F5D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3238BDE9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74A237B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401900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00BDD62" w14:textId="77777777" w:rsidR="00A5674E" w:rsidRPr="00D6163D" w:rsidRDefault="00A5674E" w:rsidP="00FC6389">
          <w:pPr>
            <w:pStyle w:val="Druhdokumentu"/>
          </w:pPr>
        </w:p>
      </w:tc>
    </w:tr>
  </w:tbl>
  <w:p w14:paraId="45DA6E28" w14:textId="77777777" w:rsidR="00A5674E" w:rsidRPr="00D6163D" w:rsidRDefault="00A5674E" w:rsidP="00FC6389">
    <w:pPr>
      <w:pStyle w:val="Zhlav"/>
      <w:rPr>
        <w:sz w:val="8"/>
        <w:szCs w:val="8"/>
      </w:rPr>
    </w:pPr>
  </w:p>
  <w:p w14:paraId="67C0DE8D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1695140">
    <w:abstractNumId w:val="5"/>
  </w:num>
  <w:num w:numId="2" w16cid:durableId="1093164919">
    <w:abstractNumId w:val="4"/>
  </w:num>
  <w:num w:numId="3" w16cid:durableId="1457985439">
    <w:abstractNumId w:val="2"/>
  </w:num>
  <w:num w:numId="4" w16cid:durableId="11809501">
    <w:abstractNumId w:val="0"/>
  </w:num>
  <w:num w:numId="5" w16cid:durableId="1360663013">
    <w:abstractNumId w:val="6"/>
  </w:num>
  <w:num w:numId="6" w16cid:durableId="1624187780">
    <w:abstractNumId w:val="7"/>
  </w:num>
  <w:num w:numId="7" w16cid:durableId="89742953">
    <w:abstractNumId w:val="8"/>
  </w:num>
  <w:num w:numId="8" w16cid:durableId="414939907">
    <w:abstractNumId w:val="1"/>
  </w:num>
  <w:num w:numId="9" w16cid:durableId="832574581">
    <w:abstractNumId w:val="3"/>
  </w:num>
  <w:num w:numId="10" w16cid:durableId="9956458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64D33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A47B1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534A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5D2C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97AB6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1D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8BEBC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4</TotalTime>
  <Pages>2</Pages>
  <Words>402</Words>
  <Characters>2374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Veronika</cp:lastModifiedBy>
  <cp:revision>6</cp:revision>
  <cp:lastPrinted>2019-03-07T14:42:00Z</cp:lastPrinted>
  <dcterms:created xsi:type="dcterms:W3CDTF">2024-01-24T09:35:00Z</dcterms:created>
  <dcterms:modified xsi:type="dcterms:W3CDTF">2024-07-16T07:25:00Z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